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73D7040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C71B2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AB0A5FB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200B69" w:rsidRPr="00222D6B">
        <w:rPr>
          <w:rFonts w:cstheme="minorHAnsi"/>
          <w:noProof/>
          <w:szCs w:val="18"/>
          <w:lang w:eastAsia="pl-PL"/>
        </w:rPr>
        <w:t>POST/DYS/OW/GZ/04302/2025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200B69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74F5823D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200B69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574288E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200B69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00DA3EC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200B69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200B69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3E43F26F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200B69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200B69" w:rsidRPr="00222D6B">
        <w:rPr>
          <w:rFonts w:cstheme="minorHAnsi"/>
          <w:b/>
          <w:noProof/>
        </w:rPr>
        <w:t>POST/DYS/OW/GZ/04302/2025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5C758333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200B69" w:rsidRPr="00222D6B">
        <w:rPr>
          <w:rFonts w:cstheme="minorHAnsi"/>
          <w:noProof/>
          <w:lang w:eastAsia="pl-PL"/>
        </w:rPr>
        <w:t>POST/DYS/OW/GZ/04302/2025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200B69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42B44646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200B69" w:rsidRPr="00222D6B">
        <w:rPr>
          <w:rFonts w:cstheme="minorHAnsi"/>
          <w:noProof/>
          <w:lang w:eastAsia="pl-PL"/>
        </w:rPr>
        <w:t>POST/DYS/OW/GZ/04302/2025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200B69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01BB35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200B69" w:rsidRPr="00222D6B">
        <w:rPr>
          <w:rFonts w:cstheme="minorHAnsi"/>
          <w:noProof/>
          <w:lang w:eastAsia="pl-PL"/>
        </w:rPr>
        <w:t>POST/DYS/OW/GZ/04302/2025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200B69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003FD710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200B69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Siedlce obszar nr R44: Gminy: Mokobody, Kotuń, Wodynie, Grębków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5575F1BA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200B69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POST/DYS/OW/GZ/04302/2025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6A90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B69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50350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71B2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4302_zał nr 4, 6, 7, 8, 11 do SWZ.docx</dmsv2BaseFileName>
    <dmsv2BaseDisplayName xmlns="http://schemas.microsoft.com/sharepoint/v3">4302_zał nr 4, 6, 7, 8, 11 do SWZ</dmsv2BaseDisplayName>
    <dmsv2SWPP2ObjectNumber xmlns="http://schemas.microsoft.com/sharepoint/v3">POST/DYS/OW/GZ/04302/2025                         </dmsv2SWPP2ObjectNumber>
    <dmsv2SWPP2SumMD5 xmlns="http://schemas.microsoft.com/sharepoint/v3">1cd6dca9df905ddcdfab70dff4ccf754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23868377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DPFVW34YURAE-834641568-16566</_dlc_DocId>
    <_dlc_DocIdUrl xmlns="a19cb1c7-c5c7-46d4-85ae-d83685407bba">
      <Url>https://swpp2.dms.gkpge.pl/sites/40/_layouts/15/DocIdRedir.aspx?ID=DPFVW34YURAE-834641568-16566</Url>
      <Description>DPFVW34YURAE-834641568-16566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2F3485-D825-4B6E-BDC1-28906D50D45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924D96-8FB9-42F1-B4D8-620D4164DD3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5205</Words>
  <Characters>31233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2025-11-27T19:58:00Z</dcterms:created>
  <dcterms:modified xsi:type="dcterms:W3CDTF">2025-11-27T21:26:00Z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cbea1c78-45f8-4d7a-949a-1a810c51691a</vt:lpwstr>
  </property>
</Properties>
</file>